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3EA8B7FB" w14:textId="77777777" w:rsidTr="00660768">
        <w:trPr>
          <w:trHeight w:val="1843"/>
        </w:trPr>
        <w:tc>
          <w:tcPr>
            <w:tcW w:w="3969" w:type="dxa"/>
          </w:tcPr>
          <w:p w14:paraId="0A315B55" w14:textId="77777777" w:rsidR="0083797B" w:rsidRDefault="0083797B"/>
        </w:tc>
        <w:tc>
          <w:tcPr>
            <w:tcW w:w="3260" w:type="dxa"/>
          </w:tcPr>
          <w:p w14:paraId="228983B4" w14:textId="77777777" w:rsidR="0083797B" w:rsidRDefault="0083797B"/>
        </w:tc>
        <w:tc>
          <w:tcPr>
            <w:tcW w:w="2410" w:type="dxa"/>
          </w:tcPr>
          <w:p w14:paraId="108E503C" w14:textId="77777777" w:rsidR="0083797B" w:rsidRDefault="0083797B">
            <w:pPr>
              <w:pStyle w:val="a9"/>
            </w:pPr>
          </w:p>
        </w:tc>
      </w:tr>
      <w:tr w:rsidR="0083797B" w14:paraId="53B4F117" w14:textId="77777777" w:rsidTr="00660768">
        <w:trPr>
          <w:cantSplit/>
          <w:trHeight w:val="995"/>
        </w:trPr>
        <w:tc>
          <w:tcPr>
            <w:tcW w:w="3969" w:type="dxa"/>
          </w:tcPr>
          <w:p w14:paraId="69A6FC23" w14:textId="1F6FE5F8" w:rsidR="0083797B" w:rsidRPr="00CC26ED" w:rsidRDefault="00177D16" w:rsidP="00177D16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</w:t>
            </w:r>
            <w:r w:rsidR="00CC26ED">
              <w:rPr>
                <w:szCs w:val="28"/>
              </w:rPr>
              <w:t xml:space="preserve"> </w:t>
            </w:r>
            <w:r>
              <w:rPr>
                <w:szCs w:val="28"/>
              </w:rPr>
              <w:t>дека</w:t>
            </w:r>
            <w:r w:rsidR="00CC26ED">
              <w:rPr>
                <w:szCs w:val="28"/>
              </w:rPr>
              <w:t>бря 2021 года</w:t>
            </w:r>
          </w:p>
        </w:tc>
        <w:tc>
          <w:tcPr>
            <w:tcW w:w="3260" w:type="dxa"/>
          </w:tcPr>
          <w:p w14:paraId="4623B064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6232D8D3" w14:textId="1B4E9105" w:rsidR="0083797B" w:rsidRPr="00CC26ED" w:rsidRDefault="00CC26ED" w:rsidP="00CC26ED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292</w:t>
            </w:r>
          </w:p>
        </w:tc>
      </w:tr>
      <w:tr w:rsidR="0083797B" w14:paraId="62336DDD" w14:textId="77777777" w:rsidTr="00660768">
        <w:trPr>
          <w:trHeight w:val="298"/>
        </w:trPr>
        <w:tc>
          <w:tcPr>
            <w:tcW w:w="3969" w:type="dxa"/>
          </w:tcPr>
          <w:p w14:paraId="0BD8A0C6" w14:textId="54B6B980" w:rsidR="0083797B" w:rsidRPr="0062320A" w:rsidRDefault="00C0135E" w:rsidP="005635EC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62320A">
              <w:t>О внесении изменений и</w:t>
            </w:r>
            <w:r w:rsidR="0037310B">
              <w:t xml:space="preserve"> </w:t>
            </w:r>
            <w:r w:rsidRPr="0062320A">
              <w:t>дополнений в решение</w:t>
            </w:r>
            <w:r w:rsidR="00506596">
              <w:t xml:space="preserve">   </w:t>
            </w:r>
            <w:r w:rsidRPr="0062320A">
              <w:t>Совета депутатов</w:t>
            </w:r>
            <w:r w:rsidR="009100B0">
              <w:t xml:space="preserve"> </w:t>
            </w:r>
            <w:r w:rsidRPr="0062320A">
              <w:t>Балахнинского муниципального округа</w:t>
            </w:r>
            <w:r w:rsidR="005635EC">
              <w:t xml:space="preserve">         </w:t>
            </w:r>
            <w:r w:rsidRPr="0062320A">
              <w:t xml:space="preserve">от 17.12.2020 № 96 «О бюджете Балахнинского муниципального округа на 2021 год и на </w:t>
            </w:r>
            <w:proofErr w:type="gramStart"/>
            <w:r w:rsidRPr="0062320A">
              <w:t xml:space="preserve">плановый </w:t>
            </w:r>
            <w:r w:rsidR="003C4400">
              <w:t xml:space="preserve"> </w:t>
            </w:r>
            <w:r w:rsidRPr="0062320A">
              <w:t>период</w:t>
            </w:r>
            <w:proofErr w:type="gramEnd"/>
            <w:r w:rsidRPr="0062320A">
              <w:t xml:space="preserve"> 2022 и 2023 годов» </w:t>
            </w:r>
            <w:r w:rsidR="00CC26ED">
              <w:t xml:space="preserve">    </w:t>
            </w:r>
            <w:r w:rsidRPr="0062320A">
              <w:rPr>
                <w:szCs w:val="28"/>
              </w:rPr>
              <w:t xml:space="preserve">(в редакции решения Совета депутатов от </w:t>
            </w:r>
            <w:r w:rsidR="004F0D03">
              <w:rPr>
                <w:szCs w:val="28"/>
              </w:rPr>
              <w:t>2</w:t>
            </w:r>
            <w:r w:rsidR="00717566">
              <w:rPr>
                <w:szCs w:val="28"/>
              </w:rPr>
              <w:t>6</w:t>
            </w:r>
            <w:r w:rsidRPr="0062320A">
              <w:rPr>
                <w:szCs w:val="28"/>
              </w:rPr>
              <w:t>.</w:t>
            </w:r>
            <w:r w:rsidR="00717566">
              <w:rPr>
                <w:szCs w:val="28"/>
              </w:rPr>
              <w:t>10</w:t>
            </w:r>
            <w:r w:rsidRPr="0062320A">
              <w:rPr>
                <w:szCs w:val="28"/>
              </w:rPr>
              <w:t>.2021 №</w:t>
            </w:r>
            <w:r w:rsidR="00DE2B69">
              <w:rPr>
                <w:szCs w:val="28"/>
              </w:rPr>
              <w:t>2</w:t>
            </w:r>
            <w:r w:rsidR="00717566">
              <w:rPr>
                <w:szCs w:val="28"/>
              </w:rPr>
              <w:t>70</w:t>
            </w:r>
            <w:r w:rsidRPr="0062320A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109C7179" w14:textId="77777777" w:rsidR="0083797B" w:rsidRPr="0062320A" w:rsidRDefault="0083797B"/>
        </w:tc>
        <w:tc>
          <w:tcPr>
            <w:tcW w:w="2410" w:type="dxa"/>
          </w:tcPr>
          <w:p w14:paraId="5CB9E282" w14:textId="4A21CC55" w:rsidR="0083797B" w:rsidRPr="00EC6513" w:rsidRDefault="0083797B"/>
        </w:tc>
      </w:tr>
    </w:tbl>
    <w:p w14:paraId="6A0AB2EA" w14:textId="77777777" w:rsidR="0083797B" w:rsidRDefault="0083797B">
      <w:pPr>
        <w:sectPr w:rsidR="0083797B" w:rsidSect="00660768">
          <w:headerReference w:type="default" r:id="rId7"/>
          <w:headerReference w:type="first" r:id="rId8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377EAFF9" w14:textId="77777777" w:rsidR="0083797B" w:rsidRPr="00C0135E" w:rsidRDefault="0083797B">
      <w:pPr>
        <w:rPr>
          <w:sz w:val="24"/>
          <w:szCs w:val="24"/>
        </w:rPr>
      </w:pPr>
    </w:p>
    <w:p w14:paraId="1231ABB1" w14:textId="77777777" w:rsidR="00660768" w:rsidRPr="00C0135E" w:rsidRDefault="00660768">
      <w:pPr>
        <w:rPr>
          <w:sz w:val="24"/>
          <w:szCs w:val="24"/>
        </w:rPr>
      </w:pPr>
    </w:p>
    <w:p w14:paraId="16945CAD" w14:textId="77777777" w:rsidR="0083797B" w:rsidRPr="00660768" w:rsidRDefault="0083797B">
      <w:pPr>
        <w:rPr>
          <w:sz w:val="24"/>
          <w:szCs w:val="24"/>
        </w:rPr>
      </w:pPr>
    </w:p>
    <w:p w14:paraId="54B4153D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1B9FAE70" w14:textId="759377AD" w:rsidR="00BA233F" w:rsidRPr="00BA233F" w:rsidRDefault="00BA233F" w:rsidP="00BA233F">
      <w:pPr>
        <w:pStyle w:val="11"/>
        <w:ind w:firstLine="709"/>
        <w:jc w:val="both"/>
      </w:pPr>
      <w:bookmarkStart w:id="3" w:name="Содержание"/>
      <w:bookmarkEnd w:id="3"/>
      <w:r w:rsidRPr="00BA233F">
        <w:t>На основании пункта 2 статьи 83 Бюджетного коде</w:t>
      </w:r>
      <w:r w:rsidR="006F2754">
        <w:t xml:space="preserve">кса Российской Федерации, </w:t>
      </w:r>
      <w:r w:rsidR="00962CDC">
        <w:t xml:space="preserve">в соответствии со </w:t>
      </w:r>
      <w:r w:rsidR="006F2754">
        <w:t>статьями</w:t>
      </w:r>
      <w:r w:rsidRPr="00BA233F">
        <w:t xml:space="preserve"> </w:t>
      </w:r>
      <w:r w:rsidRPr="006F2754">
        <w:t>1</w:t>
      </w:r>
      <w:r w:rsidR="006F2754" w:rsidRPr="006F2754">
        <w:t>3</w:t>
      </w:r>
      <w:r w:rsidRPr="006F2754">
        <w:t>,</w:t>
      </w:r>
      <w:r w:rsidR="006F2754" w:rsidRPr="006F2754">
        <w:t xml:space="preserve"> </w:t>
      </w:r>
      <w:r w:rsidRPr="006F2754">
        <w:t>3</w:t>
      </w:r>
      <w:r w:rsidR="006F2754" w:rsidRPr="006F2754">
        <w:t>7</w:t>
      </w:r>
      <w:r w:rsidRPr="00BA233F">
        <w:t xml:space="preserve"> Положения о бюджетном процессе в </w:t>
      </w:r>
      <w:r w:rsidR="006F2754">
        <w:t xml:space="preserve">Балахнинском </w:t>
      </w:r>
      <w:r w:rsidRPr="00BA233F">
        <w:t xml:space="preserve">муниципальном </w:t>
      </w:r>
      <w:r w:rsidR="006F2754">
        <w:t>округе</w:t>
      </w:r>
      <w:r w:rsidRPr="00BA233F">
        <w:t xml:space="preserve"> Нижегородской области, утвержденного решением </w:t>
      </w:r>
      <w:r w:rsidR="006F2754">
        <w:t xml:space="preserve">Совета депутатов </w:t>
      </w:r>
      <w:r w:rsidRPr="00BA233F">
        <w:t xml:space="preserve">от </w:t>
      </w:r>
      <w:r w:rsidR="006F2754">
        <w:t>22</w:t>
      </w:r>
      <w:r w:rsidRPr="00BA233F">
        <w:t>.</w:t>
      </w:r>
      <w:r w:rsidR="006F2754">
        <w:t>10</w:t>
      </w:r>
      <w:r w:rsidRPr="00BA233F">
        <w:t>.20</w:t>
      </w:r>
      <w:r w:rsidR="006F2754">
        <w:t>20</w:t>
      </w:r>
      <w:r w:rsidRPr="00BA233F">
        <w:t xml:space="preserve"> №</w:t>
      </w:r>
      <w:r w:rsidR="004F28C7">
        <w:t xml:space="preserve"> </w:t>
      </w:r>
      <w:r w:rsidR="006F2754">
        <w:t>40</w:t>
      </w:r>
      <w:r w:rsidRPr="00BA233F">
        <w:t>,</w:t>
      </w:r>
    </w:p>
    <w:p w14:paraId="57F3BA08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3C34995A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48EBE05F" w14:textId="77777777" w:rsidR="00C0135E" w:rsidRPr="007836D6" w:rsidRDefault="00C0135E" w:rsidP="00C0135E">
      <w:pPr>
        <w:pStyle w:val="11"/>
      </w:pPr>
    </w:p>
    <w:p w14:paraId="1C0B6BB7" w14:textId="1DA91734" w:rsidR="00C0135E" w:rsidRPr="007836D6" w:rsidRDefault="00C0135E" w:rsidP="00281DBC">
      <w:pPr>
        <w:pStyle w:val="11"/>
        <w:ind w:firstLine="709"/>
        <w:jc w:val="both"/>
      </w:pPr>
      <w:r w:rsidRPr="007836D6">
        <w:t>1. Внести в решение Совета депутатов Балахнинского муниципального округа от 17.12.2020 № 96 «О бюджете Балахнинского муниципального округа на 2021 год и на плановый период 2022 и 2023 годов» (</w:t>
      </w:r>
      <w:r w:rsidRPr="007836D6">
        <w:rPr>
          <w:szCs w:val="28"/>
        </w:rPr>
        <w:t xml:space="preserve">в редакции решения Совета депутатов от </w:t>
      </w:r>
      <w:r w:rsidR="00F30444" w:rsidRPr="007836D6">
        <w:rPr>
          <w:szCs w:val="28"/>
        </w:rPr>
        <w:t>2</w:t>
      </w:r>
      <w:r w:rsidR="00717566">
        <w:rPr>
          <w:szCs w:val="28"/>
        </w:rPr>
        <w:t>6</w:t>
      </w:r>
      <w:r w:rsidRPr="007836D6">
        <w:rPr>
          <w:szCs w:val="28"/>
        </w:rPr>
        <w:t>.</w:t>
      </w:r>
      <w:r w:rsidR="00717566">
        <w:rPr>
          <w:szCs w:val="28"/>
        </w:rPr>
        <w:t>10</w:t>
      </w:r>
      <w:r w:rsidRPr="007836D6">
        <w:rPr>
          <w:szCs w:val="28"/>
        </w:rPr>
        <w:t>.2021 №</w:t>
      </w:r>
      <w:r w:rsidR="00AD77F4">
        <w:rPr>
          <w:szCs w:val="28"/>
        </w:rPr>
        <w:t xml:space="preserve"> </w:t>
      </w:r>
      <w:r w:rsidR="00611DB3" w:rsidRPr="007836D6">
        <w:rPr>
          <w:szCs w:val="28"/>
        </w:rPr>
        <w:t>2</w:t>
      </w:r>
      <w:r w:rsidR="00717566">
        <w:rPr>
          <w:szCs w:val="28"/>
        </w:rPr>
        <w:t>70</w:t>
      </w:r>
      <w:r w:rsidRPr="007836D6">
        <w:rPr>
          <w:szCs w:val="28"/>
        </w:rPr>
        <w:t xml:space="preserve">) </w:t>
      </w:r>
      <w:r w:rsidRPr="007836D6">
        <w:t>следующ</w:t>
      </w:r>
      <w:r w:rsidR="006E3D22">
        <w:t>е</w:t>
      </w:r>
      <w:r w:rsidRPr="007836D6">
        <w:t>е дополнени</w:t>
      </w:r>
      <w:r w:rsidR="006E3D22">
        <w:t>е</w:t>
      </w:r>
      <w:r w:rsidRPr="007836D6">
        <w:t>:</w:t>
      </w:r>
    </w:p>
    <w:p w14:paraId="7D2FFEBA" w14:textId="77777777" w:rsidR="00C0135E" w:rsidRPr="007836D6" w:rsidRDefault="00C0135E" w:rsidP="00281DBC">
      <w:pPr>
        <w:pStyle w:val="11"/>
        <w:ind w:firstLine="709"/>
        <w:jc w:val="both"/>
      </w:pPr>
      <w:r w:rsidRPr="007836D6">
        <w:t xml:space="preserve">   </w:t>
      </w:r>
    </w:p>
    <w:p w14:paraId="354C2F11" w14:textId="470A4B56" w:rsidR="00C0135E" w:rsidRPr="007836D6" w:rsidRDefault="00C0135E" w:rsidP="00281DBC">
      <w:pPr>
        <w:pStyle w:val="11"/>
        <w:ind w:firstLine="709"/>
        <w:jc w:val="both"/>
      </w:pPr>
      <w:r w:rsidRPr="007836D6">
        <w:t xml:space="preserve">1.1. </w:t>
      </w:r>
      <w:r w:rsidR="00717566">
        <w:t>дополнить</w:t>
      </w:r>
      <w:r w:rsidRPr="007836D6">
        <w:t xml:space="preserve"> </w:t>
      </w:r>
      <w:r w:rsidR="00717566">
        <w:t>пунктом</w:t>
      </w:r>
      <w:r w:rsidRPr="007836D6">
        <w:t xml:space="preserve"> </w:t>
      </w:r>
      <w:r w:rsidR="007C3B5C">
        <w:t>18</w:t>
      </w:r>
      <w:r w:rsidR="006E3D22">
        <w:rPr>
          <w:vertAlign w:val="superscript"/>
        </w:rPr>
        <w:t>1</w:t>
      </w:r>
      <w:r w:rsidR="006E3D22">
        <w:t xml:space="preserve">. </w:t>
      </w:r>
      <w:r w:rsidRPr="007836D6">
        <w:t>следующе</w:t>
      </w:r>
      <w:r w:rsidR="00717566">
        <w:t>го</w:t>
      </w:r>
      <w:r w:rsidRPr="007836D6">
        <w:t xml:space="preserve"> </w:t>
      </w:r>
      <w:r w:rsidR="00717566">
        <w:t>содержания</w:t>
      </w:r>
      <w:r w:rsidRPr="007836D6">
        <w:t>:</w:t>
      </w:r>
    </w:p>
    <w:p w14:paraId="46B65EA4" w14:textId="77777777" w:rsidR="00C0135E" w:rsidRPr="008F4A46" w:rsidRDefault="00C0135E" w:rsidP="00281DBC">
      <w:pPr>
        <w:pStyle w:val="11"/>
        <w:ind w:firstLine="709"/>
        <w:jc w:val="both"/>
      </w:pPr>
    </w:p>
    <w:p w14:paraId="2B559514" w14:textId="20074632" w:rsidR="00C0135E" w:rsidRDefault="00C0135E" w:rsidP="00281DBC">
      <w:pPr>
        <w:pStyle w:val="11"/>
        <w:ind w:firstLine="709"/>
        <w:jc w:val="both"/>
        <w:rPr>
          <w:color w:val="000000"/>
        </w:rPr>
      </w:pPr>
      <w:r w:rsidRPr="008F4A46">
        <w:t>«1</w:t>
      </w:r>
      <w:r w:rsidR="006E3D22">
        <w:t>8</w:t>
      </w:r>
      <w:r w:rsidR="006E3D22">
        <w:rPr>
          <w:vertAlign w:val="superscript"/>
        </w:rPr>
        <w:t>1</w:t>
      </w:r>
      <w:r w:rsidR="006E3D22">
        <w:t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2021 года равным 1,03.</w:t>
      </w:r>
      <w:r w:rsidRPr="00350FA2">
        <w:rPr>
          <w:color w:val="000000"/>
        </w:rPr>
        <w:t>»</w:t>
      </w:r>
      <w:r w:rsidR="00DA7750">
        <w:rPr>
          <w:color w:val="000000"/>
        </w:rPr>
        <w:t>.</w:t>
      </w:r>
    </w:p>
    <w:p w14:paraId="0103DCFB" w14:textId="77777777" w:rsidR="00037ECA" w:rsidRDefault="00037ECA" w:rsidP="00281DBC">
      <w:pPr>
        <w:pStyle w:val="11"/>
        <w:ind w:firstLine="709"/>
        <w:jc w:val="both"/>
      </w:pPr>
    </w:p>
    <w:p w14:paraId="3AB03460" w14:textId="77777777" w:rsidR="00037ECA" w:rsidRDefault="00037ECA" w:rsidP="00281DBC">
      <w:pPr>
        <w:pStyle w:val="11"/>
        <w:ind w:firstLine="709"/>
        <w:jc w:val="both"/>
      </w:pPr>
    </w:p>
    <w:p w14:paraId="57046EEE" w14:textId="0C412835" w:rsidR="00727A89" w:rsidRPr="00D37713" w:rsidRDefault="00727A89" w:rsidP="00281DBC">
      <w:pPr>
        <w:pStyle w:val="11"/>
        <w:ind w:firstLine="709"/>
        <w:jc w:val="both"/>
      </w:pPr>
      <w:r w:rsidRPr="00D37713">
        <w:lastRenderedPageBreak/>
        <w:t xml:space="preserve">2. Настоящее решение вступает в силу со дня его принятия. </w:t>
      </w:r>
    </w:p>
    <w:p w14:paraId="5A03D68D" w14:textId="77777777" w:rsidR="00C0135E" w:rsidRPr="00D37713" w:rsidRDefault="00C0135E" w:rsidP="00281DBC">
      <w:pPr>
        <w:ind w:firstLine="709"/>
        <w:rPr>
          <w:szCs w:val="28"/>
          <w:highlight w:val="yellow"/>
        </w:rPr>
      </w:pPr>
    </w:p>
    <w:p w14:paraId="604AD4A2" w14:textId="08F2B90C" w:rsidR="00C0135E" w:rsidRPr="00F05051" w:rsidRDefault="00727A89" w:rsidP="00281DB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D37713">
        <w:rPr>
          <w:szCs w:val="28"/>
        </w:rPr>
        <w:t>3</w:t>
      </w:r>
      <w:r w:rsidR="00C0135E" w:rsidRPr="00D37713">
        <w:rPr>
          <w:szCs w:val="28"/>
        </w:rPr>
        <w:t xml:space="preserve">. </w:t>
      </w:r>
      <w:r w:rsidR="00C0135E" w:rsidRPr="00D37713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="00C0135E" w:rsidRPr="00D37713">
        <w:rPr>
          <w:rFonts w:eastAsia="Calibri"/>
          <w:szCs w:val="28"/>
          <w:lang w:eastAsia="en-US"/>
        </w:rPr>
        <w:t>www</w:t>
      </w:r>
      <w:proofErr w:type="spellEnd"/>
      <w:r w:rsidR="00C0135E" w:rsidRPr="00D37713">
        <w:rPr>
          <w:rFonts w:eastAsia="Calibri"/>
          <w:szCs w:val="28"/>
          <w:lang w:eastAsia="en-US"/>
        </w:rPr>
        <w:t>.</w:t>
      </w:r>
      <w:proofErr w:type="spellStart"/>
      <w:r w:rsidR="00C0135E" w:rsidRPr="00D37713">
        <w:rPr>
          <w:rFonts w:eastAsia="Calibri"/>
          <w:szCs w:val="28"/>
          <w:lang w:val="en-US" w:eastAsia="en-US"/>
        </w:rPr>
        <w:t>balakhna</w:t>
      </w:r>
      <w:proofErr w:type="spellEnd"/>
      <w:r w:rsidR="00C0135E" w:rsidRPr="00D37713">
        <w:rPr>
          <w:rFonts w:eastAsia="Calibri"/>
          <w:szCs w:val="28"/>
          <w:lang w:eastAsia="en-US"/>
        </w:rPr>
        <w:t>.</w:t>
      </w:r>
      <w:proofErr w:type="spellStart"/>
      <w:r w:rsidR="00C0135E" w:rsidRPr="00D37713">
        <w:rPr>
          <w:rFonts w:eastAsia="Calibri"/>
          <w:szCs w:val="28"/>
          <w:lang w:val="en-US" w:eastAsia="en-US"/>
        </w:rPr>
        <w:t>nn</w:t>
      </w:r>
      <w:proofErr w:type="spellEnd"/>
      <w:r w:rsidR="00C0135E" w:rsidRPr="00F05051">
        <w:rPr>
          <w:rFonts w:eastAsia="Calibri"/>
          <w:szCs w:val="28"/>
          <w:lang w:eastAsia="en-US"/>
        </w:rPr>
        <w:t>.</w:t>
      </w:r>
      <w:proofErr w:type="spellStart"/>
      <w:r w:rsidR="00C0135E" w:rsidRPr="00F05051">
        <w:rPr>
          <w:rFonts w:eastAsia="Calibri"/>
          <w:szCs w:val="28"/>
          <w:lang w:eastAsia="en-US"/>
        </w:rPr>
        <w:t>ru</w:t>
      </w:r>
      <w:proofErr w:type="spellEnd"/>
      <w:r w:rsidR="00C0135E" w:rsidRPr="00F05051">
        <w:rPr>
          <w:rFonts w:eastAsia="Calibri"/>
          <w:szCs w:val="28"/>
          <w:lang w:eastAsia="en-US"/>
        </w:rPr>
        <w:t>).</w:t>
      </w:r>
    </w:p>
    <w:p w14:paraId="31CC3CE5" w14:textId="77777777" w:rsidR="00C0135E" w:rsidRPr="00F05051" w:rsidRDefault="00C0135E" w:rsidP="00281DBC">
      <w:pPr>
        <w:ind w:firstLine="709"/>
        <w:jc w:val="both"/>
        <w:rPr>
          <w:szCs w:val="28"/>
        </w:rPr>
      </w:pPr>
    </w:p>
    <w:p w14:paraId="0348E234" w14:textId="58E02B7A" w:rsidR="00C0135E" w:rsidRPr="00F05051" w:rsidRDefault="00727A89" w:rsidP="00281DBC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C0135E" w:rsidRPr="00F05051">
        <w:rPr>
          <w:szCs w:val="28"/>
        </w:rPr>
        <w:t xml:space="preserve">. Контроль за исполнением настоящего решения возложить на комиссию по бюджету, экономической политике и муниципальной собственности.   </w:t>
      </w:r>
    </w:p>
    <w:p w14:paraId="1E1AA388" w14:textId="77777777" w:rsidR="00C0135E" w:rsidRPr="00F05051" w:rsidRDefault="00C0135E" w:rsidP="00C0135E">
      <w:pPr>
        <w:ind w:firstLine="540"/>
        <w:jc w:val="both"/>
        <w:rPr>
          <w:szCs w:val="28"/>
        </w:rPr>
      </w:pPr>
    </w:p>
    <w:p w14:paraId="7F006C8D" w14:textId="77777777" w:rsidR="00C0135E" w:rsidRPr="00F05051" w:rsidRDefault="00C0135E" w:rsidP="00C0135E">
      <w:pPr>
        <w:pStyle w:val="af0"/>
        <w:ind w:left="823" w:firstLine="0"/>
        <w:jc w:val="both"/>
      </w:pPr>
    </w:p>
    <w:p w14:paraId="4E514D64" w14:textId="77777777" w:rsidR="00C0135E" w:rsidRPr="00F05051" w:rsidRDefault="00C0135E" w:rsidP="00C0135E">
      <w:pPr>
        <w:pStyle w:val="af0"/>
        <w:ind w:left="823" w:firstLine="0"/>
        <w:jc w:val="both"/>
      </w:pPr>
    </w:p>
    <w:p w14:paraId="2012CC06" w14:textId="44174218" w:rsidR="00FC38A7" w:rsidRDefault="00BA1533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Врип</w:t>
      </w:r>
      <w:proofErr w:type="spellEnd"/>
      <w:r>
        <w:rPr>
          <w:szCs w:val="28"/>
        </w:rPr>
        <w:t xml:space="preserve"> г</w:t>
      </w:r>
      <w:r w:rsidR="00FC38A7">
        <w:rPr>
          <w:szCs w:val="28"/>
        </w:rPr>
        <w:t>лав</w:t>
      </w:r>
      <w:r>
        <w:rPr>
          <w:szCs w:val="28"/>
        </w:rPr>
        <w:t>ы</w:t>
      </w:r>
      <w:r w:rsidR="00FC38A7">
        <w:rPr>
          <w:szCs w:val="28"/>
        </w:rPr>
        <w:t xml:space="preserve"> местного самоуправления          Председатель Совета депутатов</w:t>
      </w:r>
    </w:p>
    <w:p w14:paraId="0C29BBBA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3813953A" w14:textId="77777777" w:rsidR="00855C9A" w:rsidRDefault="00855C9A" w:rsidP="00A40D66">
      <w:pPr>
        <w:pStyle w:val="11"/>
        <w:spacing w:line="360" w:lineRule="auto"/>
      </w:pPr>
    </w:p>
    <w:p w14:paraId="6250B6EC" w14:textId="77777777" w:rsidR="00A40D66" w:rsidRDefault="00A40D66" w:rsidP="00A40D66">
      <w:pPr>
        <w:pStyle w:val="11"/>
        <w:spacing w:line="360" w:lineRule="auto"/>
      </w:pPr>
    </w:p>
    <w:p w14:paraId="4D86684E" w14:textId="1215C5EE" w:rsidR="00A40D66" w:rsidRPr="00C0135E" w:rsidRDefault="00A40D66" w:rsidP="00660768">
      <w:pPr>
        <w:pStyle w:val="11"/>
      </w:pPr>
      <w:r>
        <w:t xml:space="preserve">                                 </w:t>
      </w:r>
      <w:r w:rsidR="00BA1533">
        <w:t>Г</w:t>
      </w:r>
      <w:r>
        <w:t>.</w:t>
      </w:r>
      <w:r w:rsidR="00BA1533">
        <w:t>В</w:t>
      </w:r>
      <w:r>
        <w:t>.</w:t>
      </w:r>
      <w:r w:rsidR="00BA1533">
        <w:t xml:space="preserve"> Курицы</w:t>
      </w:r>
      <w:r>
        <w:t>н                         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878C7" w14:textId="77777777" w:rsidR="00410837" w:rsidRDefault="00410837">
      <w:r>
        <w:separator/>
      </w:r>
    </w:p>
  </w:endnote>
  <w:endnote w:type="continuationSeparator" w:id="0">
    <w:p w14:paraId="3A72D822" w14:textId="77777777" w:rsidR="00410837" w:rsidRDefault="0041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59BE" w14:textId="77777777" w:rsidR="00410837" w:rsidRDefault="00410837">
      <w:r>
        <w:separator/>
      </w:r>
    </w:p>
  </w:footnote>
  <w:footnote w:type="continuationSeparator" w:id="0">
    <w:p w14:paraId="71571229" w14:textId="77777777" w:rsidR="00410837" w:rsidRDefault="0041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9413" w14:textId="5B110171" w:rsidR="00410837" w:rsidRDefault="00410837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27A89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6439" w14:textId="77777777" w:rsidR="00410837" w:rsidRDefault="00410837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4A464297" wp14:editId="047573B9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2BC968" w14:textId="77777777" w:rsidR="00410837" w:rsidRPr="00660768" w:rsidRDefault="00410837">
    <w:pPr>
      <w:pStyle w:val="af"/>
      <w:rPr>
        <w:noProof w:val="0"/>
        <w:sz w:val="6"/>
        <w:szCs w:val="6"/>
        <w:lang w:val="en-US"/>
      </w:rPr>
    </w:pPr>
  </w:p>
  <w:p w14:paraId="60DA676E" w14:textId="77777777" w:rsidR="00410837" w:rsidRDefault="00410837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35BEE032" w14:textId="77777777" w:rsidR="00410837" w:rsidRDefault="00410837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6ABB3F4" w14:textId="77777777" w:rsidR="00410837" w:rsidRPr="00C0135E" w:rsidRDefault="00410837" w:rsidP="00660768">
    <w:pPr>
      <w:jc w:val="center"/>
      <w:rPr>
        <w:b/>
        <w:sz w:val="24"/>
        <w:szCs w:val="24"/>
      </w:rPr>
    </w:pPr>
  </w:p>
  <w:p w14:paraId="34239705" w14:textId="77777777" w:rsidR="00410837" w:rsidRPr="00E71831" w:rsidRDefault="00410837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4656C90" w14:textId="77777777" w:rsidR="00410837" w:rsidRPr="00660768" w:rsidRDefault="00410837">
    <w:pPr>
      <w:pStyle w:val="af"/>
      <w:rPr>
        <w:szCs w:val="28"/>
        <w:lang w:val="en-US"/>
      </w:rPr>
    </w:pPr>
  </w:p>
  <w:p w14:paraId="5202B0AB" w14:textId="77777777" w:rsidR="00410837" w:rsidRDefault="00410837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4C408097" w14:textId="77777777" w:rsidR="00410837" w:rsidRPr="00660768" w:rsidRDefault="00410837" w:rsidP="00660768">
    <w:pPr>
      <w:pStyle w:val="af"/>
      <w:jc w:val="left"/>
      <w:rPr>
        <w:b w:val="0"/>
        <w:sz w:val="24"/>
        <w:lang w:val="en-US"/>
      </w:rPr>
    </w:pPr>
  </w:p>
  <w:p w14:paraId="6191ECFB" w14:textId="77777777" w:rsidR="00410837" w:rsidRPr="00660768" w:rsidRDefault="00410837" w:rsidP="00660768">
    <w:pPr>
      <w:rPr>
        <w:sz w:val="24"/>
        <w:szCs w:val="24"/>
      </w:rPr>
    </w:pPr>
  </w:p>
  <w:p w14:paraId="363D4801" w14:textId="77777777" w:rsidR="00410837" w:rsidRPr="00660768" w:rsidRDefault="00410837">
    <w:pPr>
      <w:rPr>
        <w:sz w:val="24"/>
        <w:szCs w:val="24"/>
      </w:rPr>
    </w:pPr>
  </w:p>
  <w:p w14:paraId="68001AA3" w14:textId="77777777" w:rsidR="00410837" w:rsidRPr="00660768" w:rsidRDefault="00410837">
    <w:pPr>
      <w:rPr>
        <w:sz w:val="24"/>
        <w:szCs w:val="24"/>
      </w:rPr>
    </w:pPr>
  </w:p>
  <w:p w14:paraId="670ADBF8" w14:textId="77777777" w:rsidR="00410837" w:rsidRPr="00660768" w:rsidRDefault="00410837">
    <w:pPr>
      <w:rPr>
        <w:sz w:val="24"/>
        <w:szCs w:val="24"/>
      </w:rPr>
    </w:pPr>
  </w:p>
  <w:p w14:paraId="26A5A37E" w14:textId="77777777" w:rsidR="00410837" w:rsidRPr="00660768" w:rsidRDefault="00410837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118B9"/>
    <w:rsid w:val="00023DDA"/>
    <w:rsid w:val="000245E5"/>
    <w:rsid w:val="0002641D"/>
    <w:rsid w:val="0003404E"/>
    <w:rsid w:val="00037ECA"/>
    <w:rsid w:val="00044538"/>
    <w:rsid w:val="000540A0"/>
    <w:rsid w:val="00060FA1"/>
    <w:rsid w:val="00062C52"/>
    <w:rsid w:val="0006358C"/>
    <w:rsid w:val="00064DB1"/>
    <w:rsid w:val="000663F3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77D16"/>
    <w:rsid w:val="0018163E"/>
    <w:rsid w:val="00182CA8"/>
    <w:rsid w:val="00185971"/>
    <w:rsid w:val="001861C8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200586"/>
    <w:rsid w:val="002014DC"/>
    <w:rsid w:val="00203AF8"/>
    <w:rsid w:val="002103DA"/>
    <w:rsid w:val="0021467F"/>
    <w:rsid w:val="0021519F"/>
    <w:rsid w:val="00234B60"/>
    <w:rsid w:val="002361A3"/>
    <w:rsid w:val="00237F94"/>
    <w:rsid w:val="00242067"/>
    <w:rsid w:val="00246AC4"/>
    <w:rsid w:val="0026324C"/>
    <w:rsid w:val="002734EE"/>
    <w:rsid w:val="00273718"/>
    <w:rsid w:val="002807AE"/>
    <w:rsid w:val="00281DBC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FBA"/>
    <w:rsid w:val="002D2DA6"/>
    <w:rsid w:val="002D5801"/>
    <w:rsid w:val="002D7AAD"/>
    <w:rsid w:val="002F1813"/>
    <w:rsid w:val="002F1F68"/>
    <w:rsid w:val="0030716F"/>
    <w:rsid w:val="0031127A"/>
    <w:rsid w:val="00312FF6"/>
    <w:rsid w:val="00315BB3"/>
    <w:rsid w:val="00316AA1"/>
    <w:rsid w:val="00323C22"/>
    <w:rsid w:val="00331488"/>
    <w:rsid w:val="0033200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310B"/>
    <w:rsid w:val="00377FDF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C0740"/>
    <w:rsid w:val="003C15C8"/>
    <w:rsid w:val="003C4400"/>
    <w:rsid w:val="003C4859"/>
    <w:rsid w:val="003D7FA4"/>
    <w:rsid w:val="003E78BE"/>
    <w:rsid w:val="003F13D5"/>
    <w:rsid w:val="003F6F55"/>
    <w:rsid w:val="00401347"/>
    <w:rsid w:val="004034B6"/>
    <w:rsid w:val="004077D8"/>
    <w:rsid w:val="00410837"/>
    <w:rsid w:val="004167E4"/>
    <w:rsid w:val="00422D97"/>
    <w:rsid w:val="0042421D"/>
    <w:rsid w:val="00425610"/>
    <w:rsid w:val="00425934"/>
    <w:rsid w:val="00440E11"/>
    <w:rsid w:val="00443EEF"/>
    <w:rsid w:val="00444B33"/>
    <w:rsid w:val="00447781"/>
    <w:rsid w:val="004554EC"/>
    <w:rsid w:val="00457769"/>
    <w:rsid w:val="00460331"/>
    <w:rsid w:val="00462782"/>
    <w:rsid w:val="00471DFA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C4E"/>
    <w:rsid w:val="004E09FA"/>
    <w:rsid w:val="004E1171"/>
    <w:rsid w:val="004E3979"/>
    <w:rsid w:val="004F0AD1"/>
    <w:rsid w:val="004F0D03"/>
    <w:rsid w:val="004F28C7"/>
    <w:rsid w:val="004F532D"/>
    <w:rsid w:val="00506596"/>
    <w:rsid w:val="005208A5"/>
    <w:rsid w:val="005229DA"/>
    <w:rsid w:val="0052548D"/>
    <w:rsid w:val="005273EC"/>
    <w:rsid w:val="00530662"/>
    <w:rsid w:val="0054131A"/>
    <w:rsid w:val="00541A5C"/>
    <w:rsid w:val="00542BE2"/>
    <w:rsid w:val="005562F1"/>
    <w:rsid w:val="00557ABC"/>
    <w:rsid w:val="005635EC"/>
    <w:rsid w:val="0056530F"/>
    <w:rsid w:val="00565CF1"/>
    <w:rsid w:val="00566817"/>
    <w:rsid w:val="00570D8B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7E7B"/>
    <w:rsid w:val="005D2381"/>
    <w:rsid w:val="005D5C09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5691B"/>
    <w:rsid w:val="00660768"/>
    <w:rsid w:val="00661240"/>
    <w:rsid w:val="0066315E"/>
    <w:rsid w:val="00663E87"/>
    <w:rsid w:val="006654A5"/>
    <w:rsid w:val="00666DD3"/>
    <w:rsid w:val="00685DF7"/>
    <w:rsid w:val="00686634"/>
    <w:rsid w:val="00690CCF"/>
    <w:rsid w:val="00694129"/>
    <w:rsid w:val="006972E6"/>
    <w:rsid w:val="006A23A7"/>
    <w:rsid w:val="006B4FDC"/>
    <w:rsid w:val="006B66DA"/>
    <w:rsid w:val="006C4587"/>
    <w:rsid w:val="006E3D22"/>
    <w:rsid w:val="006E4C22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17566"/>
    <w:rsid w:val="00725169"/>
    <w:rsid w:val="00727A89"/>
    <w:rsid w:val="0073172C"/>
    <w:rsid w:val="007333CC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FD3"/>
    <w:rsid w:val="007A1E6F"/>
    <w:rsid w:val="007A28D2"/>
    <w:rsid w:val="007B7B53"/>
    <w:rsid w:val="007C2D1B"/>
    <w:rsid w:val="007C3B5C"/>
    <w:rsid w:val="007C5E27"/>
    <w:rsid w:val="007D18A8"/>
    <w:rsid w:val="007D420F"/>
    <w:rsid w:val="007D5955"/>
    <w:rsid w:val="007E092F"/>
    <w:rsid w:val="007E3740"/>
    <w:rsid w:val="007F2807"/>
    <w:rsid w:val="007F460A"/>
    <w:rsid w:val="007F4D0E"/>
    <w:rsid w:val="007F57F7"/>
    <w:rsid w:val="00810716"/>
    <w:rsid w:val="00812E96"/>
    <w:rsid w:val="00814DB8"/>
    <w:rsid w:val="00814F4D"/>
    <w:rsid w:val="00816370"/>
    <w:rsid w:val="0081745B"/>
    <w:rsid w:val="00820B78"/>
    <w:rsid w:val="0082261E"/>
    <w:rsid w:val="0082438F"/>
    <w:rsid w:val="00824EEE"/>
    <w:rsid w:val="008251A5"/>
    <w:rsid w:val="00832D77"/>
    <w:rsid w:val="00833F4B"/>
    <w:rsid w:val="008362E0"/>
    <w:rsid w:val="0083797B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80FCB"/>
    <w:rsid w:val="00887341"/>
    <w:rsid w:val="008960AF"/>
    <w:rsid w:val="00896209"/>
    <w:rsid w:val="008A0CB2"/>
    <w:rsid w:val="008C25C1"/>
    <w:rsid w:val="008C5F02"/>
    <w:rsid w:val="008C746A"/>
    <w:rsid w:val="008C7F25"/>
    <w:rsid w:val="008D391E"/>
    <w:rsid w:val="008D521C"/>
    <w:rsid w:val="008E0F04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00B0"/>
    <w:rsid w:val="00913ACC"/>
    <w:rsid w:val="00916820"/>
    <w:rsid w:val="009202DA"/>
    <w:rsid w:val="00926E61"/>
    <w:rsid w:val="009275D6"/>
    <w:rsid w:val="0093480F"/>
    <w:rsid w:val="00935FAE"/>
    <w:rsid w:val="00942226"/>
    <w:rsid w:val="0094222D"/>
    <w:rsid w:val="00954F78"/>
    <w:rsid w:val="009613E1"/>
    <w:rsid w:val="00962CDC"/>
    <w:rsid w:val="009709D1"/>
    <w:rsid w:val="00971F3D"/>
    <w:rsid w:val="00977DF8"/>
    <w:rsid w:val="00985FCB"/>
    <w:rsid w:val="0099154C"/>
    <w:rsid w:val="00992277"/>
    <w:rsid w:val="009926E2"/>
    <w:rsid w:val="00995125"/>
    <w:rsid w:val="009955BB"/>
    <w:rsid w:val="009962E7"/>
    <w:rsid w:val="009A5F90"/>
    <w:rsid w:val="009B1C79"/>
    <w:rsid w:val="009B33B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5540"/>
    <w:rsid w:val="00A257DA"/>
    <w:rsid w:val="00A35347"/>
    <w:rsid w:val="00A378A0"/>
    <w:rsid w:val="00A40D66"/>
    <w:rsid w:val="00A447FF"/>
    <w:rsid w:val="00A54A67"/>
    <w:rsid w:val="00A5512F"/>
    <w:rsid w:val="00A66ABD"/>
    <w:rsid w:val="00A7124B"/>
    <w:rsid w:val="00A71F10"/>
    <w:rsid w:val="00A729D5"/>
    <w:rsid w:val="00A86B24"/>
    <w:rsid w:val="00A9176D"/>
    <w:rsid w:val="00A94BAB"/>
    <w:rsid w:val="00AA0D0D"/>
    <w:rsid w:val="00AA22BF"/>
    <w:rsid w:val="00AA59B1"/>
    <w:rsid w:val="00AB2228"/>
    <w:rsid w:val="00AB2D89"/>
    <w:rsid w:val="00AB75DB"/>
    <w:rsid w:val="00AC2BD2"/>
    <w:rsid w:val="00AD1141"/>
    <w:rsid w:val="00AD59E1"/>
    <w:rsid w:val="00AD61FF"/>
    <w:rsid w:val="00AD77F4"/>
    <w:rsid w:val="00AE1A10"/>
    <w:rsid w:val="00B04C36"/>
    <w:rsid w:val="00B06BC0"/>
    <w:rsid w:val="00B070F4"/>
    <w:rsid w:val="00B11881"/>
    <w:rsid w:val="00B1543B"/>
    <w:rsid w:val="00B16A82"/>
    <w:rsid w:val="00B16D91"/>
    <w:rsid w:val="00B31F84"/>
    <w:rsid w:val="00B5061C"/>
    <w:rsid w:val="00B54A61"/>
    <w:rsid w:val="00B63D43"/>
    <w:rsid w:val="00B64361"/>
    <w:rsid w:val="00B76345"/>
    <w:rsid w:val="00B84FD6"/>
    <w:rsid w:val="00B86518"/>
    <w:rsid w:val="00B90083"/>
    <w:rsid w:val="00B9121F"/>
    <w:rsid w:val="00B919A4"/>
    <w:rsid w:val="00B94320"/>
    <w:rsid w:val="00BA0C52"/>
    <w:rsid w:val="00BA1533"/>
    <w:rsid w:val="00BA218A"/>
    <w:rsid w:val="00BA233F"/>
    <w:rsid w:val="00BA7778"/>
    <w:rsid w:val="00BC6870"/>
    <w:rsid w:val="00BC7CE4"/>
    <w:rsid w:val="00BD744C"/>
    <w:rsid w:val="00BD795D"/>
    <w:rsid w:val="00BE37BA"/>
    <w:rsid w:val="00BE3FC1"/>
    <w:rsid w:val="00BF0261"/>
    <w:rsid w:val="00BF3690"/>
    <w:rsid w:val="00C0135E"/>
    <w:rsid w:val="00C042A4"/>
    <w:rsid w:val="00C0684E"/>
    <w:rsid w:val="00C073C1"/>
    <w:rsid w:val="00C07504"/>
    <w:rsid w:val="00C23782"/>
    <w:rsid w:val="00C27976"/>
    <w:rsid w:val="00C31FE8"/>
    <w:rsid w:val="00C367D6"/>
    <w:rsid w:val="00C44417"/>
    <w:rsid w:val="00C52A68"/>
    <w:rsid w:val="00C64E7C"/>
    <w:rsid w:val="00C7257E"/>
    <w:rsid w:val="00C81211"/>
    <w:rsid w:val="00C87130"/>
    <w:rsid w:val="00C87303"/>
    <w:rsid w:val="00C873B6"/>
    <w:rsid w:val="00CB3EC4"/>
    <w:rsid w:val="00CB5EEB"/>
    <w:rsid w:val="00CB7846"/>
    <w:rsid w:val="00CB7AC7"/>
    <w:rsid w:val="00CC2178"/>
    <w:rsid w:val="00CC26ED"/>
    <w:rsid w:val="00CC4C63"/>
    <w:rsid w:val="00CD2EB6"/>
    <w:rsid w:val="00CD2FCB"/>
    <w:rsid w:val="00CD34CE"/>
    <w:rsid w:val="00CE2F43"/>
    <w:rsid w:val="00CE7E55"/>
    <w:rsid w:val="00CF248A"/>
    <w:rsid w:val="00D01388"/>
    <w:rsid w:val="00D03032"/>
    <w:rsid w:val="00D05336"/>
    <w:rsid w:val="00D06B4E"/>
    <w:rsid w:val="00D07296"/>
    <w:rsid w:val="00D12E73"/>
    <w:rsid w:val="00D16A08"/>
    <w:rsid w:val="00D17B21"/>
    <w:rsid w:val="00D20A7C"/>
    <w:rsid w:val="00D21A69"/>
    <w:rsid w:val="00D26D95"/>
    <w:rsid w:val="00D34CC4"/>
    <w:rsid w:val="00D37713"/>
    <w:rsid w:val="00D40F1F"/>
    <w:rsid w:val="00D46582"/>
    <w:rsid w:val="00D50407"/>
    <w:rsid w:val="00D575E3"/>
    <w:rsid w:val="00D61F21"/>
    <w:rsid w:val="00D67971"/>
    <w:rsid w:val="00D67DCA"/>
    <w:rsid w:val="00D824F1"/>
    <w:rsid w:val="00D83BDE"/>
    <w:rsid w:val="00D86C0B"/>
    <w:rsid w:val="00D96A2E"/>
    <w:rsid w:val="00D97D7E"/>
    <w:rsid w:val="00DA42F0"/>
    <w:rsid w:val="00DA4E67"/>
    <w:rsid w:val="00DA6A0F"/>
    <w:rsid w:val="00DA7750"/>
    <w:rsid w:val="00DB6E39"/>
    <w:rsid w:val="00DB735E"/>
    <w:rsid w:val="00DC0D5E"/>
    <w:rsid w:val="00DC0DBA"/>
    <w:rsid w:val="00DC2930"/>
    <w:rsid w:val="00DC5D03"/>
    <w:rsid w:val="00DE2B69"/>
    <w:rsid w:val="00DE3AD9"/>
    <w:rsid w:val="00DF0DFB"/>
    <w:rsid w:val="00DF16F6"/>
    <w:rsid w:val="00E00280"/>
    <w:rsid w:val="00E011AE"/>
    <w:rsid w:val="00E03EBB"/>
    <w:rsid w:val="00E04025"/>
    <w:rsid w:val="00E07156"/>
    <w:rsid w:val="00E11DDC"/>
    <w:rsid w:val="00E1215C"/>
    <w:rsid w:val="00E208CC"/>
    <w:rsid w:val="00E20B62"/>
    <w:rsid w:val="00E24C96"/>
    <w:rsid w:val="00E27B28"/>
    <w:rsid w:val="00E36C3C"/>
    <w:rsid w:val="00E41370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7738"/>
    <w:rsid w:val="00E779CE"/>
    <w:rsid w:val="00E80BE8"/>
    <w:rsid w:val="00E81FB0"/>
    <w:rsid w:val="00E83232"/>
    <w:rsid w:val="00E95CB3"/>
    <w:rsid w:val="00EA6885"/>
    <w:rsid w:val="00EB52B6"/>
    <w:rsid w:val="00EC05F3"/>
    <w:rsid w:val="00EC0D4B"/>
    <w:rsid w:val="00EC20A3"/>
    <w:rsid w:val="00EC3E85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EFD"/>
    <w:rsid w:val="00F55430"/>
    <w:rsid w:val="00F6685B"/>
    <w:rsid w:val="00F66B4C"/>
    <w:rsid w:val="00F74505"/>
    <w:rsid w:val="00F7644F"/>
    <w:rsid w:val="00F83763"/>
    <w:rsid w:val="00F841AE"/>
    <w:rsid w:val="00F85B42"/>
    <w:rsid w:val="00F94EBE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6D33"/>
    <w:rsid w:val="00FD6FFF"/>
    <w:rsid w:val="00FF09A3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7E6F360D"/>
  <w15:docId w15:val="{EE5BF5C5-7070-422E-B981-8199E364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54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30</cp:revision>
  <cp:lastPrinted>2021-12-03T08:40:00Z</cp:lastPrinted>
  <dcterms:created xsi:type="dcterms:W3CDTF">2021-11-30T07:34:00Z</dcterms:created>
  <dcterms:modified xsi:type="dcterms:W3CDTF">2021-12-15T11:00:00Z</dcterms:modified>
</cp:coreProperties>
</file>